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AD5B9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441C41">
        <w:rPr>
          <w:rFonts w:ascii="Arial Narrow" w:hAnsi="Arial Narrow"/>
          <w:sz w:val="22"/>
          <w:lang w:val="de-DE"/>
        </w:rPr>
        <w:t>13.01.2016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D84733" w:rsidRPr="00D84733" w:rsidRDefault="001F4E1B" w:rsidP="00D84733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Flinkste</w:t>
      </w:r>
      <w:r w:rsidR="00441C41">
        <w:rPr>
          <w:rFonts w:ascii="Arial Narrow" w:hAnsi="Arial Narrow"/>
          <w:sz w:val="22"/>
          <w:lang w:val="de-DE"/>
        </w:rPr>
        <w:t>r</w:t>
      </w:r>
    </w:p>
    <w:p w:rsidR="00D84733" w:rsidRDefault="00D84733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Semesterabschluss</w:t>
      </w:r>
    </w:p>
    <w:p w:rsidR="001F4E1B" w:rsidRDefault="001F4E1B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Erst</w:t>
      </w:r>
      <w:r w:rsidR="009F4F2E">
        <w:rPr>
          <w:rFonts w:ascii="Arial Narrow" w:hAnsi="Arial Narrow"/>
          <w:sz w:val="22"/>
          <w:lang w:val="de-DE"/>
        </w:rPr>
        <w:t>i</w:t>
      </w:r>
      <w:proofErr w:type="spellEnd"/>
      <w:r>
        <w:rPr>
          <w:rFonts w:ascii="Arial Narrow" w:hAnsi="Arial Narrow"/>
          <w:sz w:val="22"/>
          <w:lang w:val="de-DE"/>
        </w:rPr>
        <w:t>-Taschen</w:t>
      </w:r>
    </w:p>
    <w:p w:rsidR="001F4E1B" w:rsidRDefault="00374E5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T-Shirts</w:t>
      </w:r>
    </w:p>
    <w:p w:rsidR="003E66E6" w:rsidRDefault="00421F2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Pavillon/Gefriertruhen</w:t>
      </w:r>
    </w:p>
    <w:p w:rsidR="00421F29" w:rsidRDefault="00421F29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Nächstes Semester</w:t>
      </w:r>
      <w:bookmarkStart w:id="0" w:name="_GoBack"/>
      <w:bookmarkEnd w:id="0"/>
    </w:p>
    <w:p w:rsidR="00206420" w:rsidRPr="00486AEE" w:rsidRDefault="0020642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7D610C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</w:rPr>
      </w:pPr>
    </w:p>
    <w:sectPr w:rsidR="007D610C" w:rsidRPr="007D610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421F29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974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A5FC4"/>
    <w:rsid w:val="000B2E2D"/>
    <w:rsid w:val="000C1EB8"/>
    <w:rsid w:val="000C2A6E"/>
    <w:rsid w:val="000D2518"/>
    <w:rsid w:val="000D74D9"/>
    <w:rsid w:val="000E45C1"/>
    <w:rsid w:val="00103636"/>
    <w:rsid w:val="001147AE"/>
    <w:rsid w:val="0011608E"/>
    <w:rsid w:val="0012300D"/>
    <w:rsid w:val="00132174"/>
    <w:rsid w:val="001364FA"/>
    <w:rsid w:val="0014473D"/>
    <w:rsid w:val="00144E86"/>
    <w:rsid w:val="00180C16"/>
    <w:rsid w:val="001A44B0"/>
    <w:rsid w:val="001C25E2"/>
    <w:rsid w:val="001C7E80"/>
    <w:rsid w:val="001D3317"/>
    <w:rsid w:val="001D4350"/>
    <w:rsid w:val="001D47FD"/>
    <w:rsid w:val="001F0103"/>
    <w:rsid w:val="001F04D5"/>
    <w:rsid w:val="001F06DD"/>
    <w:rsid w:val="001F13D0"/>
    <w:rsid w:val="001F4E1B"/>
    <w:rsid w:val="001F5D4C"/>
    <w:rsid w:val="00203683"/>
    <w:rsid w:val="00206420"/>
    <w:rsid w:val="00211E26"/>
    <w:rsid w:val="00243EFC"/>
    <w:rsid w:val="00273332"/>
    <w:rsid w:val="00274830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4E59"/>
    <w:rsid w:val="003775B0"/>
    <w:rsid w:val="00385286"/>
    <w:rsid w:val="00396AA7"/>
    <w:rsid w:val="003A45F8"/>
    <w:rsid w:val="003B6176"/>
    <w:rsid w:val="003B669B"/>
    <w:rsid w:val="003D3703"/>
    <w:rsid w:val="003E66E6"/>
    <w:rsid w:val="004108F1"/>
    <w:rsid w:val="00416158"/>
    <w:rsid w:val="00421F29"/>
    <w:rsid w:val="00425EF5"/>
    <w:rsid w:val="00426715"/>
    <w:rsid w:val="004359A0"/>
    <w:rsid w:val="004419A4"/>
    <w:rsid w:val="00441B0C"/>
    <w:rsid w:val="00441C41"/>
    <w:rsid w:val="00462759"/>
    <w:rsid w:val="00486AEE"/>
    <w:rsid w:val="00487AF4"/>
    <w:rsid w:val="004B5625"/>
    <w:rsid w:val="004B5892"/>
    <w:rsid w:val="004D1F62"/>
    <w:rsid w:val="004D70BF"/>
    <w:rsid w:val="004F5365"/>
    <w:rsid w:val="00501683"/>
    <w:rsid w:val="00501BD9"/>
    <w:rsid w:val="00543129"/>
    <w:rsid w:val="005454D0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F55D7"/>
    <w:rsid w:val="006F6C47"/>
    <w:rsid w:val="00713690"/>
    <w:rsid w:val="007173E9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A08"/>
    <w:rsid w:val="007D610C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DBB"/>
    <w:rsid w:val="00883CB3"/>
    <w:rsid w:val="008A70BF"/>
    <w:rsid w:val="008C250E"/>
    <w:rsid w:val="008C59C6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B7B2F"/>
    <w:rsid w:val="009C1107"/>
    <w:rsid w:val="009D3E73"/>
    <w:rsid w:val="009E6CE4"/>
    <w:rsid w:val="009F4F2E"/>
    <w:rsid w:val="00A05515"/>
    <w:rsid w:val="00A448D9"/>
    <w:rsid w:val="00A44D35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C622C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84733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60291"/>
    <w:rsid w:val="00F834DE"/>
    <w:rsid w:val="00F901A2"/>
    <w:rsid w:val="00F9390D"/>
    <w:rsid w:val="00FA59A9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Phillipp Fleig</cp:lastModifiedBy>
  <cp:revision>10</cp:revision>
  <cp:lastPrinted>2015-12-02T12:00:00Z</cp:lastPrinted>
  <dcterms:created xsi:type="dcterms:W3CDTF">2015-12-29T12:39:00Z</dcterms:created>
  <dcterms:modified xsi:type="dcterms:W3CDTF">2016-01-13T10:30:00Z</dcterms:modified>
</cp:coreProperties>
</file>